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2455B311" w:rsidR="009348E2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B27767">
        <w:rPr>
          <w:lang w:eastAsia="cs-CZ"/>
        </w:rPr>
        <w:t>5</w:t>
      </w:r>
      <w:r w:rsidR="00977055" w:rsidRPr="00B62A54">
        <w:rPr>
          <w:lang w:eastAsia="cs-CZ"/>
        </w:rPr>
        <w:t xml:space="preserve"> </w:t>
      </w:r>
      <w:r w:rsidR="00AF0B36">
        <w:rPr>
          <w:lang w:eastAsia="cs-CZ"/>
        </w:rPr>
        <w:t>Zadávací dokumentace</w:t>
      </w:r>
    </w:p>
    <w:p w14:paraId="1C3AC525" w14:textId="6BF7E869" w:rsidR="00B36C0B" w:rsidRPr="00A07A54" w:rsidRDefault="00B36C0B" w:rsidP="00B36C0B">
      <w:pPr>
        <w:jc w:val="both"/>
        <w:rPr>
          <w:rFonts w:eastAsia="Times New Roman" w:cs="Times New Roman"/>
          <w:sz w:val="22"/>
          <w:szCs w:val="24"/>
          <w:lang w:eastAsia="cs-CZ"/>
        </w:rPr>
      </w:pPr>
      <w:r w:rsidRPr="00B36C0B">
        <w:rPr>
          <w:rFonts w:ascii="Verdana" w:eastAsia="Verdana" w:hAnsi="Verdana" w:cs="Times New Roman"/>
          <w:noProof/>
        </w:rPr>
        <w:t>Veřejná zakázka s názvem: „Poskytování služeb právního, finančního, ekonomického a technického poradenství před a v průběhu zadávacího řízení na výběr koncesionáře pro projekt PPP Nemanice – Ševětín“</w:t>
      </w:r>
    </w:p>
    <w:p w14:paraId="42A3C0A5" w14:textId="0D64383E" w:rsidR="009348E2" w:rsidRPr="00A07A54" w:rsidRDefault="00763F37" w:rsidP="009348E2">
      <w:pPr>
        <w:pStyle w:val="Nadpis1"/>
        <w:rPr>
          <w:rFonts w:asciiTheme="minorHAnsi" w:eastAsia="Times New Roman" w:hAnsiTheme="minorHAnsi"/>
        </w:rPr>
      </w:pPr>
      <w:r w:rsidRPr="00763F37">
        <w:rPr>
          <w:rFonts w:asciiTheme="minorHAnsi" w:eastAsia="Times New Roman" w:hAnsiTheme="minorHAnsi"/>
        </w:rPr>
        <w:t xml:space="preserve">Vzor životopisu </w:t>
      </w:r>
      <w:r w:rsidR="00637DF4">
        <w:rPr>
          <w:rFonts w:asciiTheme="minorHAnsi" w:eastAsia="Times New Roman" w:hAnsiTheme="minorHAnsi"/>
        </w:rPr>
        <w:t>–</w:t>
      </w:r>
      <w:r w:rsidR="001F6A50">
        <w:rPr>
          <w:rFonts w:asciiTheme="minorHAnsi" w:eastAsia="Times New Roman" w:hAnsiTheme="minorHAnsi"/>
        </w:rPr>
        <w:t xml:space="preserve"> </w:t>
      </w:r>
      <w:r w:rsidR="001F6A50" w:rsidRPr="001F6A50">
        <w:rPr>
          <w:rFonts w:asciiTheme="minorHAnsi" w:eastAsia="Times New Roman" w:hAnsiTheme="minorHAnsi"/>
        </w:rPr>
        <w:t>Zkušenosti členů realizačního týmu</w:t>
      </w:r>
      <w:r w:rsidR="00637DF4">
        <w:rPr>
          <w:rFonts w:asciiTheme="minorHAnsi" w:eastAsia="Times New Roman" w:hAnsiTheme="minorHAnsi"/>
        </w:rPr>
        <w:t xml:space="preserve"> </w:t>
      </w:r>
      <w:r w:rsidR="00637DF4" w:rsidRPr="00637DF4">
        <w:rPr>
          <w:rFonts w:asciiTheme="minorHAnsi" w:eastAsia="Times New Roman" w:hAnsiTheme="minorHAnsi"/>
        </w:rPr>
        <w:t>pro účely hodnocení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60AC3FB8" w:rsidR="009118E8" w:rsidRPr="006F22D0" w:rsidRDefault="009118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</w:t>
      </w:r>
      <w:r w:rsidR="008556B4">
        <w:rPr>
          <w:rFonts w:ascii="Verdana" w:eastAsia="Calibri" w:hAnsi="Verdana" w:cs="Times New Roman"/>
        </w:rPr>
        <w:t>doplní</w:t>
      </w:r>
      <w:r w:rsidRPr="008556B4">
        <w:rPr>
          <w:rFonts w:ascii="Verdana" w:eastAsia="Calibri" w:hAnsi="Verdana" w:cs="Times New Roman"/>
        </w:rPr>
        <w:t xml:space="preserve"> všechny údaje požadované ve formuláři.</w:t>
      </w:r>
    </w:p>
    <w:p w14:paraId="10ADB6C2" w14:textId="37CE3F0D" w:rsidR="009118E8" w:rsidRPr="009118E8" w:rsidRDefault="009118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34759FD6" w:rsidR="009118E8" w:rsidRDefault="009118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V případě, že se některý údaj určený ve formuláři k doplnění na dodavatele nevztahuje, </w:t>
      </w:r>
      <w:r w:rsidR="008556B4">
        <w:rPr>
          <w:rFonts w:ascii="Verdana" w:eastAsia="Calibri" w:hAnsi="Verdana" w:cs="Times New Roman"/>
        </w:rPr>
        <w:t>uvede u něj</w:t>
      </w:r>
      <w:r w:rsidRPr="006F22D0">
        <w:rPr>
          <w:rFonts w:ascii="Verdana" w:eastAsia="Calibri" w:hAnsi="Verdana" w:cs="Times New Roman"/>
        </w:rPr>
        <w:t xml:space="preserve"> „Netýká se“, se stručným vysvětlením důvodu.</w:t>
      </w:r>
    </w:p>
    <w:p w14:paraId="33C2BB2D" w14:textId="6506EC8F" w:rsidR="009608C8" w:rsidRPr="006F22D0" w:rsidRDefault="009608C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4EF35296" w14:textId="57D3FD58" w:rsidR="009118E8" w:rsidRPr="006F22D0" w:rsidRDefault="009118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Dodavatel odstraní z formuláře všechny instrukce pro vyplnění.</w:t>
      </w:r>
    </w:p>
    <w:p w14:paraId="67B42DEA" w14:textId="71F2E6C4" w:rsidR="009118E8" w:rsidRPr="006F22D0" w:rsidRDefault="009118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72F02B07" w14:textId="0B4DB963" w:rsidR="008556B4" w:rsidRDefault="00DD57E8" w:rsidP="008556B4">
      <w:pPr>
        <w:numPr>
          <w:ilvl w:val="0"/>
          <w:numId w:val="6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CE0188">
        <w:rPr>
          <w:rFonts w:ascii="Verdana" w:eastAsia="Calibri" w:hAnsi="Verdana" w:cs="Times New Roman"/>
        </w:rPr>
        <w:t> zadávacím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4B86A26E" w14:textId="77777777" w:rsidR="008556B4" w:rsidRDefault="008556B4" w:rsidP="008556B4">
      <w:pPr>
        <w:spacing w:after="120" w:line="276" w:lineRule="auto"/>
        <w:contextualSpacing/>
        <w:jc w:val="both"/>
        <w:rPr>
          <w:rFonts w:ascii="Verdana" w:eastAsia="Calibri" w:hAnsi="Verdana" w:cs="Times New Roman"/>
        </w:rPr>
      </w:pPr>
    </w:p>
    <w:p w14:paraId="68F9D400" w14:textId="77777777" w:rsidR="008556B4" w:rsidRPr="008556B4" w:rsidRDefault="008556B4" w:rsidP="008556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6F896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L1 – vedoucí týmu právního poradenství pro PPP</w:t>
      </w:r>
    </w:p>
    <w:p w14:paraId="64BB849B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08DB20A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9806130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D1D42F5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69E86A5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AA05963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491DE98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52BA598" w14:textId="52740778" w:rsidR="008556B4" w:rsidRPr="008556B4" w:rsidRDefault="008556B4" w:rsidP="002B49CB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267CACF5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18040CD8" w14:textId="0BCEFEF8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právním 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 w:rsidR="002B49CB">
        <w:rPr>
          <w:rFonts w:eastAsia="Times New Roman" w:cstheme="minorHAnsi"/>
          <w:b/>
          <w:bCs/>
          <w:lang w:eastAsia="cs-CZ"/>
        </w:rPr>
        <w:t xml:space="preserve"> </w:t>
      </w:r>
      <w:r w:rsidR="002B49CB"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 w:rsidR="007574C2">
        <w:rPr>
          <w:rFonts w:eastAsia="Times New Roman" w:cstheme="minorHAnsi"/>
          <w:b/>
          <w:bCs/>
          <w:lang w:eastAsia="cs-CZ"/>
        </w:rPr>
        <w:t xml:space="preserve"> </w:t>
      </w:r>
      <w:r w:rsidR="007574C2"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8556B4" w:rsidRPr="008556B4" w14:paraId="20290AB3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E6D8C23" w14:textId="00942F4C" w:rsidR="008556B4" w:rsidRPr="008556B4" w:rsidRDefault="008556B4" w:rsidP="008556B4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 w:rsidR="00CF0911"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 w:rsidR="00CF0911"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 w:rsidR="008B1DF7"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 w:rsidR="00CF0911"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 w:rsidR="00CF0911"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 w:rsidR="00CF0911">
              <w:rPr>
                <w:rFonts w:ascii="Verdana" w:eastAsia="Calibri" w:hAnsi="Verdana" w:cs="Times New Roman"/>
              </w:rPr>
              <w:t xml:space="preserve">bod 1.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A61A77" w14:textId="77777777" w:rsidR="008556B4" w:rsidRPr="008556B4" w:rsidRDefault="008556B4" w:rsidP="008556B4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2E523BE5" w14:textId="77777777" w:rsidR="008556B4" w:rsidRPr="008556B4" w:rsidRDefault="008556B4" w:rsidP="008556B4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3D092FD" w14:textId="27A44382" w:rsidR="008556B4" w:rsidRPr="008556B4" w:rsidRDefault="008556B4" w:rsidP="008556B4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="003A25A2" w:rsidRPr="003A25A2">
              <w:rPr>
                <w:rFonts w:ascii="Verdana" w:eastAsia="Calibri" w:hAnsi="Verdana" w:cs="Times New Roman"/>
              </w:rPr>
              <w:t>odpovídající článku 11.1. bod 1.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3A3C2BD" w14:textId="77777777" w:rsidR="008556B4" w:rsidRPr="008556B4" w:rsidRDefault="008556B4" w:rsidP="008556B4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0C728370" w14:textId="77777777" w:rsidR="008556B4" w:rsidRPr="008556B4" w:rsidRDefault="008556B4" w:rsidP="008556B4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8556B4" w:rsidRPr="008556B4" w14:paraId="08DE0277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618C328B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A7BDD34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CE20482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5D3C94A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8556B4" w:rsidRPr="008556B4" w14:paraId="23F2BB5F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481135E5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74D618A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EA3D2AF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DD65E75" w14:textId="77777777" w:rsidR="008556B4" w:rsidRPr="008556B4" w:rsidRDefault="008556B4" w:rsidP="008556B4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2C2D71" w:rsidRPr="008556B4" w14:paraId="5BA494F7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11AFEC7D" w14:textId="663DD43D" w:rsidR="002C2D71" w:rsidRPr="008556B4" w:rsidRDefault="002C2D71" w:rsidP="002C2D71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5102904" w14:textId="6D0415A1" w:rsidR="002C2D71" w:rsidRPr="008556B4" w:rsidRDefault="002C2D71" w:rsidP="002C2D71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8023B5E" w14:textId="50BEA9CA" w:rsidR="002C2D71" w:rsidRPr="008556B4" w:rsidRDefault="002C2D71" w:rsidP="002C2D71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8AC78D7" w14:textId="3D847E3A" w:rsidR="002C2D71" w:rsidRPr="008556B4" w:rsidRDefault="002C2D71" w:rsidP="002C2D71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20AF192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4AF7FF67" w14:textId="77777777" w:rsidR="008556B4" w:rsidRPr="008556B4" w:rsidRDefault="008556B4" w:rsidP="008556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70DF0D4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L2 – právní poradce v oblasti PPP</w:t>
      </w:r>
    </w:p>
    <w:p w14:paraId="5CDCC9C2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1D35020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59B8543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A541018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5FA1766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660841C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FB92120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C38CBAD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53E1C7AE" w14:textId="77777777" w:rsidR="00311413" w:rsidRPr="00311413" w:rsidRDefault="00311413" w:rsidP="00311413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3A05ED17" w14:textId="0E8D0ABE" w:rsidR="00311413" w:rsidRPr="008556B4" w:rsidRDefault="00311413" w:rsidP="00311413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právním 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311413" w:rsidRPr="008556B4" w14:paraId="0DCA4254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10656160" w14:textId="77777777" w:rsidR="00311413" w:rsidRPr="008556B4" w:rsidRDefault="00311413" w:rsidP="0036427F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>
              <w:rPr>
                <w:rFonts w:ascii="Verdana" w:eastAsia="Calibri" w:hAnsi="Verdana" w:cs="Times New Roman"/>
              </w:rPr>
              <w:t xml:space="preserve">bod 1.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55676F" w14:textId="77777777" w:rsidR="00311413" w:rsidRPr="008556B4" w:rsidRDefault="0031141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136DD2B6" w14:textId="77777777" w:rsidR="00311413" w:rsidRPr="008556B4" w:rsidRDefault="0031141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7394B3C" w14:textId="77777777" w:rsidR="00311413" w:rsidRPr="008556B4" w:rsidRDefault="0031141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Pr="003A25A2">
              <w:rPr>
                <w:rFonts w:ascii="Verdana" w:eastAsia="Calibri" w:hAnsi="Verdana" w:cs="Times New Roman"/>
              </w:rPr>
              <w:t>odpovídající článku 11.1. bod 1.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0822B2" w14:textId="77777777" w:rsidR="00311413" w:rsidRPr="008556B4" w:rsidRDefault="0031141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0F280812" w14:textId="77777777" w:rsidR="00311413" w:rsidRPr="008556B4" w:rsidRDefault="0031141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311413" w:rsidRPr="008556B4" w14:paraId="1F58594E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235F554D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B583B13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2DF020C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05E5E66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311413" w:rsidRPr="008556B4" w14:paraId="57C0D985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1B66CE8B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20E6FBB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EE12C7B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F743276" w14:textId="77777777" w:rsidR="00311413" w:rsidRPr="008556B4" w:rsidRDefault="0031141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311413" w:rsidRPr="008556B4" w14:paraId="0F909705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1C659883" w14:textId="77777777" w:rsidR="00311413" w:rsidRPr="008556B4" w:rsidRDefault="0031141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098A13A" w14:textId="77777777" w:rsidR="00311413" w:rsidRPr="008556B4" w:rsidRDefault="0031141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A6DD40E" w14:textId="77777777" w:rsidR="00311413" w:rsidRPr="008556B4" w:rsidRDefault="0031141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6D20CF" w14:textId="77777777" w:rsidR="00311413" w:rsidRPr="008556B4" w:rsidRDefault="0031141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40CCC6C" w14:textId="4CBE4265" w:rsidR="008556B4" w:rsidRPr="008556B4" w:rsidRDefault="008556B4" w:rsidP="00482A96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1A0B00D0" w14:textId="77777777" w:rsidR="008556B4" w:rsidRPr="008556B4" w:rsidRDefault="008556B4" w:rsidP="008556B4">
      <w:pPr>
        <w:spacing w:after="120" w:line="276" w:lineRule="auto"/>
        <w:ind w:left="561"/>
        <w:jc w:val="both"/>
        <w:outlineLvl w:val="2"/>
        <w:rPr>
          <w:rFonts w:eastAsia="Times New Roman" w:cstheme="minorHAnsi"/>
          <w:lang w:eastAsia="cs-CZ"/>
        </w:rPr>
      </w:pPr>
    </w:p>
    <w:p w14:paraId="332ADA2B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L3 – právní poradce se specializací na české právo</w:t>
      </w:r>
    </w:p>
    <w:p w14:paraId="0E007CB7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43BD2AD5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B21099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D7ABCE0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8ACCC5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828262F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74DA739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91520DA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lastRenderedPageBreak/>
        <w:t>(pracovněprávní, člen statutárního orgánu, subdodavatel či zaměstnanec subdodavatele apod.)</w:t>
      </w:r>
    </w:p>
    <w:p w14:paraId="1A9A41A9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4EA239ED" w14:textId="77777777" w:rsidR="009C56C9" w:rsidRPr="008556B4" w:rsidRDefault="009C56C9" w:rsidP="009C56C9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právním 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EE4A90" w:rsidRPr="00F26CA7" w14:paraId="50009DDF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58EB2834" w14:textId="10A2CFE1" w:rsidR="00EE4A90" w:rsidRPr="00EE4A90" w:rsidRDefault="00EE4A90" w:rsidP="00EE4A9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2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0722DDA" w14:textId="77777777" w:rsidR="00EE4A90" w:rsidRPr="00F26CA7" w:rsidRDefault="00EE4A90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4755F1AA" w14:textId="77777777" w:rsidR="00EE4A90" w:rsidRPr="00F26CA7" w:rsidRDefault="00EE4A90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724EF0F" w14:textId="1CC5CB19" w:rsidR="00EE4A90" w:rsidRPr="00F26CA7" w:rsidRDefault="00EE4A90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>odpovídající 11.1. bod 2.)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F3E64B" w14:textId="77777777" w:rsidR="00EE4A90" w:rsidRPr="00F26CA7" w:rsidRDefault="00EE4A90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1DD6AEE7" w14:textId="77777777" w:rsidR="00EE4A90" w:rsidRPr="00F26CA7" w:rsidRDefault="00EE4A90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EE4A90" w:rsidRPr="00F26CA7" w14:paraId="54C3E171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42B55891" w14:textId="77777777" w:rsidR="00EE4A90" w:rsidRPr="00F26CA7" w:rsidRDefault="00EE4A90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2138360" w14:textId="77777777" w:rsidR="00EE4A90" w:rsidRPr="00F26CA7" w:rsidRDefault="00EE4A90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1A3C568" w14:textId="77777777" w:rsidR="00EE4A90" w:rsidRPr="00F26CA7" w:rsidRDefault="00EE4A90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2D8DDDC" w14:textId="77777777" w:rsidR="00EE4A90" w:rsidRPr="00F26CA7" w:rsidRDefault="00EE4A90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23606C" w:rsidRPr="00F26CA7" w14:paraId="4365F7EC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226D0536" w14:textId="744E9FC7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B6DADC7" w14:textId="075486F7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9B077DF" w14:textId="50CA53F9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1F371EB" w14:textId="7D0451AB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23606C" w:rsidRPr="00F26CA7" w14:paraId="1192B834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7BAA07CD" w14:textId="410866D7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4FA4CAB" w14:textId="7A5E24BD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15C0613" w14:textId="08B45050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261EB75" w14:textId="0879C50A" w:rsidR="0023606C" w:rsidRPr="00A07A54" w:rsidRDefault="0023606C" w:rsidP="0023606C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E15FE15" w14:textId="12E74DD9" w:rsidR="008556B4" w:rsidRPr="008556B4" w:rsidRDefault="008556B4" w:rsidP="009C56C9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6CC147F0" w14:textId="77777777" w:rsidR="008556B4" w:rsidRPr="008556B4" w:rsidRDefault="008556B4" w:rsidP="008556B4">
      <w:pPr>
        <w:spacing w:after="120" w:line="276" w:lineRule="auto"/>
        <w:ind w:left="561"/>
        <w:jc w:val="both"/>
        <w:outlineLvl w:val="2"/>
        <w:rPr>
          <w:rFonts w:eastAsia="Times New Roman" w:cstheme="minorHAnsi"/>
          <w:lang w:eastAsia="cs-CZ"/>
        </w:rPr>
      </w:pPr>
    </w:p>
    <w:p w14:paraId="4DF1B9FF" w14:textId="4E5ED9E5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</w:t>
      </w:r>
      <w:r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4</w:t>
      </w: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 – právní poradce se specializací na české právo</w:t>
      </w:r>
    </w:p>
    <w:p w14:paraId="4D79568F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42FA8D8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1137ABC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3585538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EC9ED6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3A6759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3FB1487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24F489F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76A1E3D6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C975C40" w14:textId="77777777" w:rsidR="00673562" w:rsidRPr="008556B4" w:rsidRDefault="00673562" w:rsidP="00673562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právním 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3B44B5" w:rsidRPr="00F26CA7" w14:paraId="388949B3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5B3C2E0" w14:textId="77777777" w:rsidR="003B44B5" w:rsidRPr="00EE4A90" w:rsidRDefault="003B44B5" w:rsidP="00EB25D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2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C47F254" w14:textId="77777777" w:rsidR="003B44B5" w:rsidRPr="00F26CA7" w:rsidRDefault="003B44B5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2F284A06" w14:textId="77777777" w:rsidR="003B44B5" w:rsidRPr="00F26CA7" w:rsidRDefault="003B44B5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7AC82ED" w14:textId="77777777" w:rsidR="003B44B5" w:rsidRPr="00F26CA7" w:rsidRDefault="003B44B5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>odpovídající 11.1. bod 2.)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0278128" w14:textId="77777777" w:rsidR="003B44B5" w:rsidRPr="00F26CA7" w:rsidRDefault="003B44B5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3692CB2D" w14:textId="77777777" w:rsidR="003B44B5" w:rsidRPr="00F26CA7" w:rsidRDefault="003B44B5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3B44B5" w:rsidRPr="00F26CA7" w14:paraId="1B41E149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05DD3564" w14:textId="77777777" w:rsidR="003B44B5" w:rsidRPr="00F26CA7" w:rsidRDefault="003B44B5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255FD3F" w14:textId="77777777" w:rsidR="003B44B5" w:rsidRPr="00F26CA7" w:rsidRDefault="003B44B5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7E10B0B" w14:textId="77777777" w:rsidR="003B44B5" w:rsidRPr="00F26CA7" w:rsidRDefault="003B44B5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715E77" w14:textId="77777777" w:rsidR="003B44B5" w:rsidRPr="00F26CA7" w:rsidRDefault="003B44B5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3B44B5" w:rsidRPr="00F26CA7" w14:paraId="6F20086A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496C7021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0168E2F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C598600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176A189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3B44B5" w:rsidRPr="00F26CA7" w14:paraId="683298CA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3AEFD041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D15304C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0EA8F8D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191FA0D" w14:textId="77777777" w:rsidR="003B44B5" w:rsidRPr="00A07A54" w:rsidRDefault="003B44B5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E92B2EC" w14:textId="219F6FF9" w:rsidR="008556B4" w:rsidRPr="008556B4" w:rsidRDefault="008556B4" w:rsidP="00673562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1CE6CD32" w14:textId="77777777" w:rsidR="008556B4" w:rsidRPr="008556B4" w:rsidRDefault="008556B4" w:rsidP="008556B4">
      <w:pPr>
        <w:ind w:left="720"/>
        <w:contextualSpacing/>
        <w:rPr>
          <w:rFonts w:eastAsia="Times New Roman" w:cstheme="minorHAnsi"/>
          <w:lang w:eastAsia="cs-CZ"/>
        </w:rPr>
      </w:pPr>
    </w:p>
    <w:p w14:paraId="5D5AB940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7C81AE07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F1 – vedoucí týmu finančního a ekonomického poradenství pro PPP</w:t>
      </w:r>
    </w:p>
    <w:p w14:paraId="15FE4452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568FC85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505A78A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4F9559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C55506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FF980DD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1D18024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D2DC776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2049C04D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486319EC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Calibri" w:cs="Times New Roman"/>
        </w:rPr>
        <w:t>Nejvyšší dosažené vzdělání [</w:t>
      </w:r>
      <w:r w:rsidRPr="008556B4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8556B4">
        <w:rPr>
          <w:rFonts w:eastAsia="Calibri" w:cs="Times New Roman"/>
        </w:rPr>
        <w:t>], v oboru [</w:t>
      </w:r>
      <w:r w:rsidRPr="008556B4">
        <w:rPr>
          <w:rFonts w:eastAsia="Calibri" w:cs="Times New Roman"/>
          <w:b/>
          <w:bCs/>
          <w:highlight w:val="yellow"/>
        </w:rPr>
        <w:t>DOPLNÍ DODAVATEL</w:t>
      </w:r>
      <w:r w:rsidRPr="008556B4">
        <w:rPr>
          <w:rFonts w:eastAsia="Calibri" w:cs="Times New Roman"/>
        </w:rPr>
        <w:t>], vysoká škola [</w:t>
      </w:r>
      <w:r w:rsidRPr="008556B4">
        <w:rPr>
          <w:rFonts w:eastAsia="Calibri" w:cs="Times New Roman"/>
          <w:b/>
          <w:bCs/>
          <w:highlight w:val="yellow"/>
        </w:rPr>
        <w:t>DOPLNÍ DODAVATEL</w:t>
      </w:r>
      <w:r w:rsidRPr="008556B4">
        <w:rPr>
          <w:rFonts w:eastAsia="Calibri" w:cs="Times New Roman"/>
        </w:rPr>
        <w:t>]</w:t>
      </w:r>
    </w:p>
    <w:p w14:paraId="01AC39BC" w14:textId="51ECF489" w:rsidR="008556B4" w:rsidRDefault="008556B4" w:rsidP="001006F3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0A6E193E" w14:textId="0F3FAD6B" w:rsidR="001006F3" w:rsidRPr="008556B4" w:rsidRDefault="001006F3" w:rsidP="001006F3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</w:t>
      </w:r>
      <w:r w:rsidR="000A42FB" w:rsidRPr="000A42FB">
        <w:rPr>
          <w:rFonts w:eastAsia="Times New Roman" w:cstheme="minorHAnsi"/>
          <w:lang w:eastAsia="cs-CZ"/>
        </w:rPr>
        <w:t>finanční</w:t>
      </w:r>
      <w:r w:rsidR="000A42FB">
        <w:rPr>
          <w:rFonts w:eastAsia="Times New Roman" w:cstheme="minorHAnsi"/>
          <w:lang w:eastAsia="cs-CZ"/>
        </w:rPr>
        <w:t>m</w:t>
      </w:r>
      <w:r w:rsidR="000A42FB" w:rsidRPr="000A42FB">
        <w:rPr>
          <w:rFonts w:eastAsia="Times New Roman" w:cstheme="minorHAnsi"/>
          <w:lang w:eastAsia="cs-CZ"/>
        </w:rPr>
        <w:t xml:space="preserve"> a/nebo ekonomick</w:t>
      </w:r>
      <w:r w:rsidR="000A42FB">
        <w:rPr>
          <w:rFonts w:eastAsia="Times New Roman" w:cstheme="minorHAnsi"/>
          <w:lang w:eastAsia="cs-CZ"/>
        </w:rPr>
        <w:t>ým</w:t>
      </w:r>
      <w:r w:rsidR="000A42FB" w:rsidRPr="000A42FB">
        <w:rPr>
          <w:rFonts w:eastAsia="Times New Roman" w:cstheme="minorHAnsi"/>
          <w:lang w:eastAsia="cs-CZ"/>
        </w:rPr>
        <w:t xml:space="preserve"> </w:t>
      </w:r>
      <w:r w:rsidRPr="008556B4">
        <w:rPr>
          <w:rFonts w:eastAsia="Times New Roman" w:cstheme="minorHAnsi"/>
          <w:lang w:eastAsia="cs-CZ"/>
        </w:rPr>
        <w:t xml:space="preserve">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1006F3" w:rsidRPr="008556B4" w14:paraId="44BCC10E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3CCB2176" w14:textId="22DB9481" w:rsidR="001006F3" w:rsidRPr="008556B4" w:rsidRDefault="001006F3" w:rsidP="0036427F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>
              <w:rPr>
                <w:rFonts w:ascii="Verdana" w:eastAsia="Calibri" w:hAnsi="Verdana" w:cs="Times New Roman"/>
              </w:rPr>
              <w:t xml:space="preserve">bod </w:t>
            </w:r>
            <w:r w:rsidR="00D520C2">
              <w:rPr>
                <w:rFonts w:ascii="Verdana" w:eastAsia="Calibri" w:hAnsi="Verdana" w:cs="Times New Roman"/>
              </w:rPr>
              <w:t>3</w:t>
            </w:r>
            <w:r>
              <w:rPr>
                <w:rFonts w:ascii="Verdana" w:eastAsia="Calibri" w:hAnsi="Verdana" w:cs="Times New Roman"/>
              </w:rPr>
              <w:t xml:space="preserve">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CF7FB6" w14:textId="77777777" w:rsidR="001006F3" w:rsidRPr="008556B4" w:rsidRDefault="001006F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4E634CC5" w14:textId="77777777" w:rsidR="001006F3" w:rsidRPr="008556B4" w:rsidRDefault="001006F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28511BC" w14:textId="22C23BCA" w:rsidR="001006F3" w:rsidRPr="008556B4" w:rsidRDefault="001006F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Pr="003A25A2">
              <w:rPr>
                <w:rFonts w:ascii="Verdana" w:eastAsia="Calibri" w:hAnsi="Verdana" w:cs="Times New Roman"/>
              </w:rPr>
              <w:t xml:space="preserve">odpovídající článku 11.1. bod </w:t>
            </w:r>
            <w:r w:rsidR="00D520C2">
              <w:rPr>
                <w:rFonts w:ascii="Verdana" w:eastAsia="Calibri" w:hAnsi="Verdana" w:cs="Times New Roman"/>
              </w:rPr>
              <w:t>3</w:t>
            </w:r>
            <w:r w:rsidRPr="003A25A2">
              <w:rPr>
                <w:rFonts w:ascii="Verdana" w:eastAsia="Calibri" w:hAnsi="Verdana" w:cs="Times New Roman"/>
              </w:rPr>
              <w:t>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6062FEA" w14:textId="77777777" w:rsidR="001006F3" w:rsidRPr="008556B4" w:rsidRDefault="001006F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4668FCF3" w14:textId="77777777" w:rsidR="001006F3" w:rsidRPr="008556B4" w:rsidRDefault="001006F3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1006F3" w:rsidRPr="008556B4" w14:paraId="631B0074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18471A91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AD2F667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A43C36F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4AD3018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1006F3" w:rsidRPr="008556B4" w14:paraId="7F34FF0F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1DED4606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2A40C87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A81614C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07E7AAD" w14:textId="77777777" w:rsidR="001006F3" w:rsidRPr="008556B4" w:rsidRDefault="001006F3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1006F3" w:rsidRPr="008556B4" w14:paraId="5EAD6DC1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2F29D5D7" w14:textId="77777777" w:rsidR="001006F3" w:rsidRPr="008556B4" w:rsidRDefault="001006F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2FD6874" w14:textId="77777777" w:rsidR="001006F3" w:rsidRPr="008556B4" w:rsidRDefault="001006F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E9D11B0" w14:textId="77777777" w:rsidR="001006F3" w:rsidRPr="008556B4" w:rsidRDefault="001006F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ABC8E56" w14:textId="77777777" w:rsidR="001006F3" w:rsidRPr="008556B4" w:rsidRDefault="001006F3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974C079" w14:textId="77777777" w:rsidR="001006F3" w:rsidRPr="008556B4" w:rsidRDefault="001006F3" w:rsidP="000D484F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472FA063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0928CD90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F2 – finanční a ekonomický poradce v oblasti PPP</w:t>
      </w:r>
    </w:p>
    <w:p w14:paraId="7D62BE63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502EDB31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09BD120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4B288CC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036E196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lastRenderedPageBreak/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4790B69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2B7A5C4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A5F3C41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02973A65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EA7F1A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Calibri" w:cs="Times New Roman"/>
        </w:rPr>
        <w:t>Nejvyšší dosažené vzdělání [</w:t>
      </w:r>
      <w:r w:rsidRPr="008556B4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8556B4">
        <w:rPr>
          <w:rFonts w:eastAsia="Calibri" w:cs="Times New Roman"/>
        </w:rPr>
        <w:t>], v oboru [</w:t>
      </w:r>
      <w:r w:rsidRPr="008556B4">
        <w:rPr>
          <w:rFonts w:eastAsia="Calibri" w:cs="Times New Roman"/>
          <w:b/>
          <w:bCs/>
          <w:highlight w:val="yellow"/>
        </w:rPr>
        <w:t>DOPLNÍ DODAVATEL</w:t>
      </w:r>
      <w:r w:rsidRPr="008556B4">
        <w:rPr>
          <w:rFonts w:eastAsia="Calibri" w:cs="Times New Roman"/>
        </w:rPr>
        <w:t>], vysoká škola [</w:t>
      </w:r>
      <w:r w:rsidRPr="008556B4">
        <w:rPr>
          <w:rFonts w:eastAsia="Calibri" w:cs="Times New Roman"/>
          <w:b/>
          <w:bCs/>
          <w:highlight w:val="yellow"/>
        </w:rPr>
        <w:t>DOPLNÍ DODAVATEL</w:t>
      </w:r>
      <w:r w:rsidRPr="008556B4">
        <w:rPr>
          <w:rFonts w:eastAsia="Calibri" w:cs="Times New Roman"/>
        </w:rPr>
        <w:t>]</w:t>
      </w:r>
    </w:p>
    <w:p w14:paraId="0BEF9AE0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16CC5A47" w14:textId="77777777" w:rsidR="00DC48F1" w:rsidRPr="008556B4" w:rsidRDefault="00DC48F1" w:rsidP="00DC48F1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</w:t>
      </w:r>
      <w:r w:rsidRPr="000A42FB">
        <w:rPr>
          <w:rFonts w:eastAsia="Times New Roman" w:cstheme="minorHAnsi"/>
          <w:lang w:eastAsia="cs-CZ"/>
        </w:rPr>
        <w:t>finanční</w:t>
      </w:r>
      <w:r>
        <w:rPr>
          <w:rFonts w:eastAsia="Times New Roman" w:cstheme="minorHAnsi"/>
          <w:lang w:eastAsia="cs-CZ"/>
        </w:rPr>
        <w:t>m</w:t>
      </w:r>
      <w:r w:rsidRPr="000A42FB">
        <w:rPr>
          <w:rFonts w:eastAsia="Times New Roman" w:cstheme="minorHAnsi"/>
          <w:lang w:eastAsia="cs-CZ"/>
        </w:rPr>
        <w:t xml:space="preserve"> a/nebo ekonomick</w:t>
      </w:r>
      <w:r>
        <w:rPr>
          <w:rFonts w:eastAsia="Times New Roman" w:cstheme="minorHAnsi"/>
          <w:lang w:eastAsia="cs-CZ"/>
        </w:rPr>
        <w:t>ým</w:t>
      </w:r>
      <w:r w:rsidRPr="000A42FB">
        <w:rPr>
          <w:rFonts w:eastAsia="Times New Roman" w:cstheme="minorHAnsi"/>
          <w:lang w:eastAsia="cs-CZ"/>
        </w:rPr>
        <w:t xml:space="preserve"> </w:t>
      </w:r>
      <w:r w:rsidRPr="008556B4">
        <w:rPr>
          <w:rFonts w:eastAsia="Times New Roman" w:cstheme="minorHAnsi"/>
          <w:lang w:eastAsia="cs-CZ"/>
        </w:rPr>
        <w:t xml:space="preserve">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C48F1" w:rsidRPr="008556B4" w14:paraId="2774F302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38B01290" w14:textId="12F64E93" w:rsidR="00DC48F1" w:rsidRPr="008556B4" w:rsidRDefault="00DC48F1" w:rsidP="0036427F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>
              <w:rPr>
                <w:rFonts w:ascii="Verdana" w:eastAsia="Calibri" w:hAnsi="Verdana" w:cs="Times New Roman"/>
              </w:rPr>
              <w:t xml:space="preserve">bod </w:t>
            </w:r>
            <w:r w:rsidR="00D520C2">
              <w:rPr>
                <w:rFonts w:ascii="Verdana" w:eastAsia="Calibri" w:hAnsi="Verdana" w:cs="Times New Roman"/>
              </w:rPr>
              <w:t>3</w:t>
            </w:r>
            <w:r>
              <w:rPr>
                <w:rFonts w:ascii="Verdana" w:eastAsia="Calibri" w:hAnsi="Verdana" w:cs="Times New Roman"/>
              </w:rPr>
              <w:t xml:space="preserve">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5C4DDB3" w14:textId="77777777" w:rsidR="00DC48F1" w:rsidRPr="008556B4" w:rsidRDefault="00DC48F1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7C7A0F7D" w14:textId="77777777" w:rsidR="00DC48F1" w:rsidRPr="008556B4" w:rsidRDefault="00DC48F1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1B12B17" w14:textId="0DB73E84" w:rsidR="00DC48F1" w:rsidRPr="008556B4" w:rsidRDefault="00DC48F1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Pr="003A25A2">
              <w:rPr>
                <w:rFonts w:ascii="Verdana" w:eastAsia="Calibri" w:hAnsi="Verdana" w:cs="Times New Roman"/>
              </w:rPr>
              <w:t xml:space="preserve">odpovídající článku 11.1. bod </w:t>
            </w:r>
            <w:r w:rsidR="00D520C2">
              <w:rPr>
                <w:rFonts w:ascii="Verdana" w:eastAsia="Calibri" w:hAnsi="Verdana" w:cs="Times New Roman"/>
              </w:rPr>
              <w:t>3</w:t>
            </w:r>
            <w:r w:rsidRPr="003A25A2">
              <w:rPr>
                <w:rFonts w:ascii="Verdana" w:eastAsia="Calibri" w:hAnsi="Verdana" w:cs="Times New Roman"/>
              </w:rPr>
              <w:t>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4CEF4C9" w14:textId="77777777" w:rsidR="00DC48F1" w:rsidRPr="008556B4" w:rsidRDefault="00DC48F1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02919E5C" w14:textId="77777777" w:rsidR="00DC48F1" w:rsidRPr="008556B4" w:rsidRDefault="00DC48F1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DC48F1" w:rsidRPr="008556B4" w14:paraId="1BED5692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4C9B676C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0DB86F6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0D52DFD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D51F33E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C48F1" w:rsidRPr="008556B4" w14:paraId="4BE56A2E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7B1EDD59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A1E9CE9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37680F8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43E7A44" w14:textId="77777777" w:rsidR="00DC48F1" w:rsidRPr="008556B4" w:rsidRDefault="00DC48F1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C48F1" w:rsidRPr="008556B4" w14:paraId="3ADC0667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3B273AA2" w14:textId="77777777" w:rsidR="00DC48F1" w:rsidRPr="008556B4" w:rsidRDefault="00DC48F1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B011D1C" w14:textId="77777777" w:rsidR="00DC48F1" w:rsidRPr="008556B4" w:rsidRDefault="00DC48F1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4C6A738" w14:textId="77777777" w:rsidR="00DC48F1" w:rsidRPr="008556B4" w:rsidRDefault="00DC48F1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409E67C" w14:textId="77777777" w:rsidR="00DC48F1" w:rsidRPr="008556B4" w:rsidRDefault="00DC48F1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971A203" w14:textId="7CB715CD" w:rsidR="008556B4" w:rsidRPr="008556B4" w:rsidRDefault="008556B4" w:rsidP="00DC48F1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07610A29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30CF7BCC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F3 – finanční a ekonomický poradce</w:t>
      </w:r>
    </w:p>
    <w:p w14:paraId="22CCFDBA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2D2EA063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0CBCB4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5436B44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676FA54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D6E2E3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6EF3185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14B90D0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1AFF38B5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6602A703" w14:textId="77777777" w:rsidR="008B56EF" w:rsidRPr="008556B4" w:rsidRDefault="008B56EF" w:rsidP="008B56EF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</w:t>
      </w:r>
      <w:r w:rsidRPr="000A42FB">
        <w:rPr>
          <w:rFonts w:eastAsia="Times New Roman" w:cstheme="minorHAnsi"/>
          <w:lang w:eastAsia="cs-CZ"/>
        </w:rPr>
        <w:t>finanční</w:t>
      </w:r>
      <w:r>
        <w:rPr>
          <w:rFonts w:eastAsia="Times New Roman" w:cstheme="minorHAnsi"/>
          <w:lang w:eastAsia="cs-CZ"/>
        </w:rPr>
        <w:t>m</w:t>
      </w:r>
      <w:r w:rsidRPr="000A42FB">
        <w:rPr>
          <w:rFonts w:eastAsia="Times New Roman" w:cstheme="minorHAnsi"/>
          <w:lang w:eastAsia="cs-CZ"/>
        </w:rPr>
        <w:t xml:space="preserve"> a/nebo ekonomick</w:t>
      </w:r>
      <w:r>
        <w:rPr>
          <w:rFonts w:eastAsia="Times New Roman" w:cstheme="minorHAnsi"/>
          <w:lang w:eastAsia="cs-CZ"/>
        </w:rPr>
        <w:t>ým</w:t>
      </w:r>
      <w:r w:rsidRPr="000A42FB">
        <w:rPr>
          <w:rFonts w:eastAsia="Times New Roman" w:cstheme="minorHAnsi"/>
          <w:lang w:eastAsia="cs-CZ"/>
        </w:rPr>
        <w:t xml:space="preserve"> </w:t>
      </w:r>
      <w:r w:rsidRPr="008556B4">
        <w:rPr>
          <w:rFonts w:eastAsia="Times New Roman" w:cstheme="minorHAnsi"/>
          <w:lang w:eastAsia="cs-CZ"/>
        </w:rPr>
        <w:t xml:space="preserve">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520C2" w:rsidRPr="00F26CA7" w14:paraId="03BCDF81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3CF6F1F" w14:textId="72B36416" w:rsidR="00D520C2" w:rsidRPr="00EE4A90" w:rsidRDefault="00D520C2" w:rsidP="00EB25D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4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7E6F120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61BD1936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E7D1C7D" w14:textId="7377780E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 xml:space="preserve">odpovídající 11.1. bod </w:t>
            </w:r>
            <w:r>
              <w:rPr>
                <w:rFonts w:ascii="Verdana" w:eastAsia="Calibri" w:hAnsi="Verdana" w:cs="Times New Roman"/>
              </w:rPr>
              <w:t>4</w:t>
            </w:r>
            <w:r w:rsidRPr="00EE4A90">
              <w:rPr>
                <w:rFonts w:ascii="Verdana" w:eastAsia="Calibri" w:hAnsi="Verdana" w:cs="Times New Roman"/>
              </w:rPr>
              <w:t>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BAA228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62EB9B97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D520C2" w:rsidRPr="00F26CA7" w14:paraId="0C7E5471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7FD6FDB3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5CFB1D0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BE56715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AB06778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520C2" w:rsidRPr="00F26CA7" w14:paraId="22A8E7F0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657A3177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BC887D6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70FDBE7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67431D7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520C2" w:rsidRPr="00F26CA7" w14:paraId="61D76FD1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44D6AC11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A93E5C2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6E23EA9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08AA48D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5549C91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0A072F5C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F4 – finanční a ekonomický poradce</w:t>
      </w:r>
    </w:p>
    <w:p w14:paraId="50B0973D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21A6EF8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C40DFBF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FD46EF6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3B1C5A3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5F7B1D8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A6E64B7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81A91A0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5E519C76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686D43BC" w14:textId="77777777" w:rsidR="00DD53F8" w:rsidRPr="008556B4" w:rsidRDefault="00DD53F8" w:rsidP="00DD53F8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 </w:t>
      </w:r>
      <w:r w:rsidRPr="000A42FB">
        <w:rPr>
          <w:rFonts w:eastAsia="Times New Roman" w:cstheme="minorHAnsi"/>
          <w:lang w:eastAsia="cs-CZ"/>
        </w:rPr>
        <w:t>finanční</w:t>
      </w:r>
      <w:r>
        <w:rPr>
          <w:rFonts w:eastAsia="Times New Roman" w:cstheme="minorHAnsi"/>
          <w:lang w:eastAsia="cs-CZ"/>
        </w:rPr>
        <w:t>m</w:t>
      </w:r>
      <w:r w:rsidRPr="000A42FB">
        <w:rPr>
          <w:rFonts w:eastAsia="Times New Roman" w:cstheme="minorHAnsi"/>
          <w:lang w:eastAsia="cs-CZ"/>
        </w:rPr>
        <w:t xml:space="preserve"> a/nebo ekonomick</w:t>
      </w:r>
      <w:r>
        <w:rPr>
          <w:rFonts w:eastAsia="Times New Roman" w:cstheme="minorHAnsi"/>
          <w:lang w:eastAsia="cs-CZ"/>
        </w:rPr>
        <w:t>ým</w:t>
      </w:r>
      <w:r w:rsidRPr="000A42FB">
        <w:rPr>
          <w:rFonts w:eastAsia="Times New Roman" w:cstheme="minorHAnsi"/>
          <w:lang w:eastAsia="cs-CZ"/>
        </w:rPr>
        <w:t xml:space="preserve"> </w:t>
      </w:r>
      <w:r w:rsidRPr="008556B4">
        <w:rPr>
          <w:rFonts w:eastAsia="Times New Roman" w:cstheme="minorHAnsi"/>
          <w:lang w:eastAsia="cs-CZ"/>
        </w:rPr>
        <w:t xml:space="preserve">poradenstvím 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520C2" w:rsidRPr="00F26CA7" w14:paraId="0BC2348C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7A2872B3" w14:textId="0643F3DA" w:rsidR="00D520C2" w:rsidRPr="00EE4A90" w:rsidRDefault="00D520C2" w:rsidP="00EB25D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4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CC54073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36466CB2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6C4B850" w14:textId="177F1E5E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 xml:space="preserve">odpovídající 11.1. bod </w:t>
            </w:r>
            <w:r>
              <w:rPr>
                <w:rFonts w:ascii="Verdana" w:eastAsia="Calibri" w:hAnsi="Verdana" w:cs="Times New Roman"/>
              </w:rPr>
              <w:t>4</w:t>
            </w:r>
            <w:r w:rsidRPr="00EE4A90">
              <w:rPr>
                <w:rFonts w:ascii="Verdana" w:eastAsia="Calibri" w:hAnsi="Verdana" w:cs="Times New Roman"/>
              </w:rPr>
              <w:t>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DFB221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37C14008" w14:textId="77777777" w:rsidR="00D520C2" w:rsidRPr="00F26CA7" w:rsidRDefault="00D520C2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D520C2" w:rsidRPr="00F26CA7" w14:paraId="4064DB0C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346696D5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EB53727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911C1D6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9461372" w14:textId="77777777" w:rsidR="00D520C2" w:rsidRPr="00F26CA7" w:rsidRDefault="00D520C2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520C2" w:rsidRPr="00F26CA7" w14:paraId="31132F16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78344501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8483BEA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62F3FEC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DB41840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520C2" w:rsidRPr="00F26CA7" w14:paraId="497DA32E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48021EC2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462C20F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BBB7B2A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270B932" w14:textId="77777777" w:rsidR="00D520C2" w:rsidRPr="00A07A54" w:rsidRDefault="00D520C2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42B2F31E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66259CD0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T1 – vedoucí týmu technického poradenství pro PPP</w:t>
      </w:r>
    </w:p>
    <w:p w14:paraId="4BFDCC60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62965F88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DDBCA6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3EFF39C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76171A1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050EBAF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B6E42EA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009B02D" w14:textId="77777777" w:rsid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lastRenderedPageBreak/>
        <w:t>(pracovněprávní, člen statutárního orgánu, subdodavatel či zaměstnanec subdodavatele apod.)</w:t>
      </w:r>
    </w:p>
    <w:p w14:paraId="1C7B727D" w14:textId="77777777" w:rsidR="000C35EA" w:rsidRPr="008556B4" w:rsidRDefault="000C35EA" w:rsidP="008556B4">
      <w:pPr>
        <w:spacing w:after="0" w:line="240" w:lineRule="auto"/>
        <w:ind w:left="1134"/>
        <w:jc w:val="both"/>
        <w:rPr>
          <w:lang w:eastAsia="cs-CZ"/>
        </w:rPr>
      </w:pPr>
    </w:p>
    <w:p w14:paraId="54FDF82A" w14:textId="08D2EC1F" w:rsidR="000C35EA" w:rsidRPr="008556B4" w:rsidRDefault="000C35EA" w:rsidP="000C35EA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</w:t>
      </w:r>
      <w:r w:rsidR="00A405FC">
        <w:rPr>
          <w:rFonts w:eastAsia="Times New Roman" w:cstheme="minorHAnsi"/>
          <w:lang w:eastAsia="cs-CZ"/>
        </w:rPr>
        <w:t xml:space="preserve"> technickým poradenstvím </w:t>
      </w:r>
      <w:r w:rsidRPr="008556B4">
        <w:rPr>
          <w:rFonts w:eastAsia="Times New Roman" w:cstheme="minorHAnsi"/>
          <w:lang w:eastAsia="cs-CZ"/>
        </w:rPr>
        <w:t xml:space="preserve">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0C35EA" w:rsidRPr="008556B4" w14:paraId="5ED31BC9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2E263382" w14:textId="3E2D996B" w:rsidR="000C35EA" w:rsidRPr="008556B4" w:rsidRDefault="000C35EA" w:rsidP="0036427F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>
              <w:rPr>
                <w:rFonts w:ascii="Verdana" w:eastAsia="Calibri" w:hAnsi="Verdana" w:cs="Times New Roman"/>
              </w:rPr>
              <w:t xml:space="preserve">bod </w:t>
            </w:r>
            <w:r w:rsidR="00DF2B99">
              <w:rPr>
                <w:rFonts w:ascii="Verdana" w:eastAsia="Calibri" w:hAnsi="Verdana" w:cs="Times New Roman"/>
              </w:rPr>
              <w:t>5</w:t>
            </w:r>
            <w:r>
              <w:rPr>
                <w:rFonts w:ascii="Verdana" w:eastAsia="Calibri" w:hAnsi="Verdana" w:cs="Times New Roman"/>
              </w:rPr>
              <w:t xml:space="preserve">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A92CA50" w14:textId="77777777" w:rsidR="000C35EA" w:rsidRPr="008556B4" w:rsidRDefault="000C35E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3C680880" w14:textId="77777777" w:rsidR="000C35EA" w:rsidRPr="008556B4" w:rsidRDefault="000C35E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E1ADB21" w14:textId="60CC1499" w:rsidR="000C35EA" w:rsidRPr="008556B4" w:rsidRDefault="000C35E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Pr="003A25A2">
              <w:rPr>
                <w:rFonts w:ascii="Verdana" w:eastAsia="Calibri" w:hAnsi="Verdana" w:cs="Times New Roman"/>
              </w:rPr>
              <w:t xml:space="preserve">odpovídající článku 11.1. bod </w:t>
            </w:r>
            <w:r w:rsidR="00DF2B99">
              <w:rPr>
                <w:rFonts w:ascii="Verdana" w:eastAsia="Calibri" w:hAnsi="Verdana" w:cs="Times New Roman"/>
              </w:rPr>
              <w:t>5</w:t>
            </w:r>
            <w:r w:rsidRPr="003A25A2">
              <w:rPr>
                <w:rFonts w:ascii="Verdana" w:eastAsia="Calibri" w:hAnsi="Verdana" w:cs="Times New Roman"/>
              </w:rPr>
              <w:t>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7558FE0" w14:textId="77777777" w:rsidR="000C35EA" w:rsidRPr="008556B4" w:rsidRDefault="000C35E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587D6D33" w14:textId="77777777" w:rsidR="000C35EA" w:rsidRPr="008556B4" w:rsidRDefault="000C35E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0C35EA" w:rsidRPr="008556B4" w14:paraId="1B670A83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63DDDB30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12EB33A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79E9C67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AE2D735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0C35EA" w:rsidRPr="008556B4" w14:paraId="41AC751F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5B0AF99D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F16D473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9E12681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D8EFDD4" w14:textId="77777777" w:rsidR="000C35EA" w:rsidRPr="008556B4" w:rsidRDefault="000C35E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0C35EA" w:rsidRPr="008556B4" w14:paraId="1BD73838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10160E91" w14:textId="77777777" w:rsidR="000C35EA" w:rsidRPr="008556B4" w:rsidRDefault="000C35E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9397E28" w14:textId="77777777" w:rsidR="000C35EA" w:rsidRPr="008556B4" w:rsidRDefault="000C35E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DA9A82F" w14:textId="77777777" w:rsidR="000C35EA" w:rsidRPr="008556B4" w:rsidRDefault="000C35E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0A6033E" w14:textId="77777777" w:rsidR="000C35EA" w:rsidRPr="008556B4" w:rsidRDefault="000C35E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B530A04" w14:textId="0EC5CAB3" w:rsidR="008556B4" w:rsidRPr="008556B4" w:rsidRDefault="008556B4" w:rsidP="000C35EA">
      <w:pPr>
        <w:spacing w:line="240" w:lineRule="auto"/>
        <w:contextualSpacing/>
        <w:jc w:val="both"/>
        <w:rPr>
          <w:rFonts w:eastAsia="Calibri" w:cs="Times New Roman"/>
        </w:rPr>
      </w:pPr>
    </w:p>
    <w:p w14:paraId="5BB407CE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249C4733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T2 – technický poradce v oblasti PPP</w:t>
      </w:r>
    </w:p>
    <w:p w14:paraId="1A642F72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107CD99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0B36F83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EC9B448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B15F0C5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3C27B66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704DCFB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09E7CB9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1B23A27F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D277260" w14:textId="77777777" w:rsidR="00FF772A" w:rsidRPr="008556B4" w:rsidRDefault="00FF772A" w:rsidP="00FF772A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</w:t>
      </w:r>
      <w:r>
        <w:rPr>
          <w:rFonts w:eastAsia="Times New Roman" w:cstheme="minorHAnsi"/>
          <w:lang w:eastAsia="cs-CZ"/>
        </w:rPr>
        <w:t xml:space="preserve"> technickým poradenstvím </w:t>
      </w:r>
      <w:r w:rsidRPr="008556B4">
        <w:rPr>
          <w:rFonts w:eastAsia="Times New Roman" w:cstheme="minorHAnsi"/>
          <w:lang w:eastAsia="cs-CZ"/>
        </w:rPr>
        <w:t xml:space="preserve">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F772A" w:rsidRPr="008556B4" w14:paraId="17514EFF" w14:textId="77777777" w:rsidTr="0036427F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D5BD76A" w14:textId="607A5F50" w:rsidR="00FF772A" w:rsidRPr="008556B4" w:rsidRDefault="00FF772A" w:rsidP="0036427F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8556B4">
              <w:rPr>
                <w:rFonts w:ascii="Verdana" w:eastAsia="Calibri" w:hAnsi="Verdana" w:cs="Times New Roman"/>
              </w:rPr>
              <w:t xml:space="preserve"> vč. </w:t>
            </w:r>
            <w:r>
              <w:rPr>
                <w:rFonts w:ascii="Verdana" w:eastAsia="Calibri" w:hAnsi="Verdana" w:cs="Times New Roman"/>
              </w:rPr>
              <w:t xml:space="preserve">okamžiku finančního uzavření </w:t>
            </w:r>
            <w:r w:rsidRPr="008556B4">
              <w:rPr>
                <w:rFonts w:ascii="Verdana" w:eastAsia="Calibri" w:hAnsi="Verdana" w:cs="Times New Roman"/>
              </w:rPr>
              <w:t>(</w:t>
            </w:r>
            <w:proofErr w:type="spellStart"/>
            <w:r>
              <w:rPr>
                <w:rFonts w:ascii="Verdana" w:eastAsia="Calibri" w:hAnsi="Verdana" w:cs="Times New Roman"/>
              </w:rPr>
              <w:t>dd.</w:t>
            </w:r>
            <w:r w:rsidRPr="008556B4">
              <w:rPr>
                <w:rFonts w:ascii="Verdana" w:eastAsia="Calibri" w:hAnsi="Verdana" w:cs="Times New Roman"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556B4">
              <w:rPr>
                <w:rFonts w:ascii="Verdana" w:eastAsia="Calibri" w:hAnsi="Verdana" w:cs="Times New Roman"/>
              </w:rPr>
              <w:t xml:space="preserve">(odpovídající článku </w:t>
            </w:r>
            <w:r>
              <w:rPr>
                <w:rFonts w:ascii="Verdana" w:eastAsia="Calibri" w:hAnsi="Verdana" w:cs="Times New Roman"/>
              </w:rPr>
              <w:t>11</w:t>
            </w:r>
            <w:r w:rsidRPr="008556B4">
              <w:rPr>
                <w:rFonts w:ascii="Verdana" w:eastAsia="Calibri" w:hAnsi="Verdana" w:cs="Times New Roman"/>
              </w:rPr>
              <w:t>.</w:t>
            </w:r>
            <w:r>
              <w:rPr>
                <w:rFonts w:ascii="Verdana" w:eastAsia="Calibri" w:hAnsi="Verdana" w:cs="Times New Roman"/>
              </w:rPr>
              <w:t>1</w:t>
            </w:r>
            <w:r w:rsidRPr="008556B4">
              <w:rPr>
                <w:rFonts w:ascii="Verdana" w:eastAsia="Calibri" w:hAnsi="Verdana" w:cs="Times New Roman"/>
              </w:rPr>
              <w:t xml:space="preserve">. </w:t>
            </w:r>
            <w:r>
              <w:rPr>
                <w:rFonts w:ascii="Verdana" w:eastAsia="Calibri" w:hAnsi="Verdana" w:cs="Times New Roman"/>
              </w:rPr>
              <w:t xml:space="preserve">bod </w:t>
            </w:r>
            <w:r w:rsidR="00DF2B99">
              <w:rPr>
                <w:rFonts w:ascii="Verdana" w:eastAsia="Calibri" w:hAnsi="Verdana" w:cs="Times New Roman"/>
              </w:rPr>
              <w:t>5</w:t>
            </w:r>
            <w:r>
              <w:rPr>
                <w:rFonts w:ascii="Verdana" w:eastAsia="Calibri" w:hAnsi="Verdana" w:cs="Times New Roman"/>
              </w:rPr>
              <w:t xml:space="preserve">. </w:t>
            </w:r>
            <w:r w:rsidRPr="008556B4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763F82A" w14:textId="77777777" w:rsidR="00FF772A" w:rsidRPr="008556B4" w:rsidRDefault="00FF772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Objednatel</w:t>
            </w:r>
            <w:r w:rsidRPr="008556B4"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51344A6F" w14:textId="77777777" w:rsidR="00FF772A" w:rsidRPr="008556B4" w:rsidRDefault="00FF772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>Vč. uvedení kontaktních údajů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E1862CF" w14:textId="2177C7CF" w:rsidR="00FF772A" w:rsidRPr="008556B4" w:rsidRDefault="00FF772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 xml:space="preserve">Popis činnosti člena týmu v rámci zkušenosti </w:t>
            </w:r>
            <w:r w:rsidRPr="008556B4">
              <w:rPr>
                <w:rFonts w:ascii="Verdana" w:eastAsia="Calibri" w:hAnsi="Verdana" w:cs="Times New Roman"/>
                <w:bCs/>
              </w:rPr>
              <w:t>(</w:t>
            </w:r>
            <w:r w:rsidRPr="003A25A2">
              <w:rPr>
                <w:rFonts w:ascii="Verdana" w:eastAsia="Calibri" w:hAnsi="Verdana" w:cs="Times New Roman"/>
              </w:rPr>
              <w:t xml:space="preserve">odpovídající článku 11.1. bod </w:t>
            </w:r>
            <w:r w:rsidR="00DF2B99">
              <w:rPr>
                <w:rFonts w:ascii="Verdana" w:eastAsia="Calibri" w:hAnsi="Verdana" w:cs="Times New Roman"/>
              </w:rPr>
              <w:t>5</w:t>
            </w:r>
            <w:r w:rsidRPr="003A25A2">
              <w:rPr>
                <w:rFonts w:ascii="Verdana" w:eastAsia="Calibri" w:hAnsi="Verdana" w:cs="Times New Roman"/>
              </w:rPr>
              <w:t>. zadávací dokumentace</w:t>
            </w:r>
            <w:r w:rsidRPr="008556B4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8937AE9" w14:textId="77777777" w:rsidR="00FF772A" w:rsidRPr="008556B4" w:rsidRDefault="00FF772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/>
              </w:rPr>
              <w:t>Doba realizace zkušenosti členem týmu</w:t>
            </w:r>
          </w:p>
          <w:p w14:paraId="7CDF2311" w14:textId="77777777" w:rsidR="00FF772A" w:rsidRPr="008556B4" w:rsidRDefault="00FF772A" w:rsidP="0036427F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8556B4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8556B4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FF772A" w:rsidRPr="008556B4" w14:paraId="712CC30A" w14:textId="77777777" w:rsidTr="0036427F">
        <w:trPr>
          <w:trHeight w:val="913"/>
        </w:trPr>
        <w:tc>
          <w:tcPr>
            <w:tcW w:w="2127" w:type="dxa"/>
            <w:shd w:val="clear" w:color="auto" w:fill="auto"/>
          </w:tcPr>
          <w:p w14:paraId="25503E04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267EDD5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81BB7B5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A635E7E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FF772A" w:rsidRPr="008556B4" w14:paraId="72F1DDAB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5D434A78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98CD6E6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B1D38AE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B144042" w14:textId="77777777" w:rsidR="00FF772A" w:rsidRPr="008556B4" w:rsidRDefault="00FF772A" w:rsidP="0036427F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FF772A" w:rsidRPr="008556B4" w14:paraId="42C59CD5" w14:textId="77777777" w:rsidTr="0036427F">
        <w:trPr>
          <w:trHeight w:val="827"/>
        </w:trPr>
        <w:tc>
          <w:tcPr>
            <w:tcW w:w="2127" w:type="dxa"/>
            <w:shd w:val="clear" w:color="auto" w:fill="auto"/>
          </w:tcPr>
          <w:p w14:paraId="43D1E414" w14:textId="77777777" w:rsidR="00FF772A" w:rsidRPr="008556B4" w:rsidRDefault="00FF772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627AFF3" w14:textId="77777777" w:rsidR="00FF772A" w:rsidRPr="008556B4" w:rsidRDefault="00FF772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B95F192" w14:textId="77777777" w:rsidR="00FF772A" w:rsidRPr="008556B4" w:rsidRDefault="00FF772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611DEB" w14:textId="77777777" w:rsidR="00FF772A" w:rsidRPr="008556B4" w:rsidRDefault="00FF772A" w:rsidP="0036427F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8556B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5FBD372" w14:textId="72BAA3B6" w:rsidR="008556B4" w:rsidRPr="008556B4" w:rsidRDefault="008556B4" w:rsidP="00FF772A">
      <w:pPr>
        <w:spacing w:line="240" w:lineRule="auto"/>
        <w:contextualSpacing/>
        <w:jc w:val="both"/>
        <w:rPr>
          <w:rFonts w:eastAsia="Calibri" w:cs="Times New Roman"/>
        </w:rPr>
      </w:pPr>
    </w:p>
    <w:p w14:paraId="28EB70DE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6B55ADD1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jc w:val="both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T3 – technický poradce v oblasti investorské přípravy staveb dopravní infrastruktury v ČR se znalostí BIM</w:t>
      </w:r>
    </w:p>
    <w:p w14:paraId="50FA1B78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25FC9DD7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7401360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03434A6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DD497EE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FD52DD9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04CB400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9A2397E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1F847A48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52E40204" w14:textId="77777777" w:rsidR="006F383A" w:rsidRPr="008556B4" w:rsidRDefault="006F383A" w:rsidP="006F383A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t>Zkušenost</w:t>
      </w:r>
      <w:r w:rsidRPr="008556B4">
        <w:rPr>
          <w:rFonts w:eastAsia="Times New Roman" w:cstheme="minorHAnsi"/>
          <w:lang w:eastAsia="cs-CZ"/>
        </w:rPr>
        <w:t xml:space="preserve"> s</w:t>
      </w:r>
      <w:r>
        <w:rPr>
          <w:rFonts w:eastAsia="Times New Roman" w:cstheme="minorHAnsi"/>
          <w:lang w:eastAsia="cs-CZ"/>
        </w:rPr>
        <w:t xml:space="preserve"> technickým poradenstvím </w:t>
      </w:r>
      <w:r w:rsidRPr="008556B4">
        <w:rPr>
          <w:rFonts w:eastAsia="Times New Roman" w:cstheme="minorHAnsi"/>
          <w:lang w:eastAsia="cs-CZ"/>
        </w:rPr>
        <w:t xml:space="preserve">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F2B99" w:rsidRPr="00F26CA7" w14:paraId="6D014740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70BD5F56" w14:textId="566934D2" w:rsidR="00DF2B99" w:rsidRPr="00EE4A90" w:rsidRDefault="00DF2B99" w:rsidP="00EB25D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6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BFF5D61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7EAE24E1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9C9D959" w14:textId="5E35C315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 xml:space="preserve">odpovídající 11.1. bod </w:t>
            </w:r>
            <w:r>
              <w:rPr>
                <w:rFonts w:ascii="Verdana" w:eastAsia="Calibri" w:hAnsi="Verdana" w:cs="Times New Roman"/>
              </w:rPr>
              <w:t>6</w:t>
            </w:r>
            <w:r w:rsidRPr="00EE4A90">
              <w:rPr>
                <w:rFonts w:ascii="Verdana" w:eastAsia="Calibri" w:hAnsi="Verdana" w:cs="Times New Roman"/>
              </w:rPr>
              <w:t>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FA43739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69E76457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DF2B99" w:rsidRPr="00F26CA7" w14:paraId="7D457701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651766CC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DCF8663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D635B7C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B95D84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F2B99" w:rsidRPr="00F26CA7" w14:paraId="7CB63AC7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6CF34A56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C77B183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6E1DA90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18A9656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F2B99" w:rsidRPr="00F26CA7" w14:paraId="7600121D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75F9E6D1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F18C9F4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5084A04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A0C5404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7A14388A" w14:textId="384F3D00" w:rsidR="008556B4" w:rsidRPr="008556B4" w:rsidRDefault="008556B4" w:rsidP="006F383A">
      <w:pPr>
        <w:spacing w:after="120" w:line="276" w:lineRule="auto"/>
        <w:contextualSpacing/>
        <w:jc w:val="both"/>
        <w:outlineLvl w:val="2"/>
        <w:rPr>
          <w:rFonts w:eastAsia="Times New Roman" w:cstheme="minorHAnsi"/>
          <w:lang w:eastAsia="cs-CZ"/>
        </w:rPr>
      </w:pPr>
    </w:p>
    <w:p w14:paraId="74CA0297" w14:textId="77777777" w:rsidR="008556B4" w:rsidRPr="008556B4" w:rsidRDefault="008556B4" w:rsidP="008556B4">
      <w:pPr>
        <w:spacing w:line="240" w:lineRule="auto"/>
        <w:jc w:val="both"/>
        <w:rPr>
          <w:rFonts w:eastAsia="Calibri" w:cs="Times New Roman"/>
        </w:rPr>
      </w:pPr>
    </w:p>
    <w:p w14:paraId="04D24063" w14:textId="77777777" w:rsidR="008556B4" w:rsidRPr="008556B4" w:rsidRDefault="008556B4" w:rsidP="008556B4">
      <w:pPr>
        <w:numPr>
          <w:ilvl w:val="0"/>
          <w:numId w:val="7"/>
        </w:numPr>
        <w:spacing w:after="120" w:line="276" w:lineRule="auto"/>
        <w:ind w:left="567" w:hanging="567"/>
        <w:contextualSpacing/>
        <w:jc w:val="both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556B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T4 – technický poradce v oblasti investorské přípravy staveb dopravní infrastruktury v ČR</w:t>
      </w:r>
    </w:p>
    <w:p w14:paraId="10FCCE3D" w14:textId="77777777" w:rsidR="008556B4" w:rsidRPr="008556B4" w:rsidRDefault="008556B4" w:rsidP="008556B4">
      <w:pPr>
        <w:spacing w:after="120" w:line="276" w:lineRule="auto"/>
        <w:ind w:left="1134"/>
        <w:contextualSpacing/>
        <w:outlineLvl w:val="2"/>
        <w:rPr>
          <w:rFonts w:eastAsia="Times New Roman" w:cstheme="minorHAnsi"/>
          <w:b/>
          <w:bCs/>
          <w:lang w:eastAsia="cs-CZ"/>
        </w:rPr>
      </w:pPr>
    </w:p>
    <w:p w14:paraId="4D80BD72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Příjmení (titul):</w:t>
      </w:r>
      <w:r w:rsidRPr="008556B4">
        <w:rPr>
          <w:rFonts w:eastAsia="Times New Roman" w:cstheme="minorHAnsi"/>
          <w:b/>
          <w:bCs/>
          <w:lang w:eastAsia="cs-CZ"/>
        </w:rPr>
        <w:t xml:space="preserve"> </w:t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EF09C99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Jméno: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FB47FC9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 xml:space="preserve">Datum narození: 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A971291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Kontaktní adresa: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0B028A1" w14:textId="77777777" w:rsidR="008556B4" w:rsidRPr="008556B4" w:rsidRDefault="008556B4" w:rsidP="008556B4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eastAsia="Times New Roman" w:cstheme="minorHAnsi"/>
          <w:lang w:eastAsia="cs-CZ"/>
        </w:rPr>
        <w:t>Tel. / e-mail:</w:t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1138E2B" w14:textId="77777777" w:rsidR="008556B4" w:rsidRPr="008556B4" w:rsidRDefault="008556B4" w:rsidP="008556B4">
      <w:pPr>
        <w:numPr>
          <w:ilvl w:val="1"/>
          <w:numId w:val="7"/>
        </w:numPr>
        <w:spacing w:after="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8556B4">
        <w:rPr>
          <w:rFonts w:ascii="Verdana" w:eastAsia="Calibri" w:hAnsi="Verdana" w:cs="Times New Roman"/>
          <w:lang w:eastAsia="cs-CZ"/>
        </w:rPr>
        <w:t>Vztah k dodavateli:</w:t>
      </w:r>
      <w:r w:rsidRPr="008556B4">
        <w:rPr>
          <w:rFonts w:ascii="Verdana" w:eastAsia="Calibri" w:hAnsi="Verdana" w:cs="Times New Roman"/>
          <w:lang w:eastAsia="cs-CZ"/>
        </w:rPr>
        <w:tab/>
      </w:r>
      <w:r w:rsidRPr="008556B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641CDD4" w14:textId="77777777" w:rsidR="008556B4" w:rsidRPr="008556B4" w:rsidRDefault="008556B4" w:rsidP="008556B4">
      <w:pPr>
        <w:spacing w:after="0" w:line="240" w:lineRule="auto"/>
        <w:ind w:left="1134"/>
        <w:jc w:val="both"/>
        <w:rPr>
          <w:lang w:eastAsia="cs-CZ"/>
        </w:rPr>
      </w:pPr>
      <w:r w:rsidRPr="008556B4">
        <w:rPr>
          <w:lang w:eastAsia="cs-CZ"/>
        </w:rPr>
        <w:t>(pracovněprávní, člen statutárního orgánu, subdodavatel či zaměstnanec subdodavatele apod.)</w:t>
      </w:r>
    </w:p>
    <w:p w14:paraId="35821F6C" w14:textId="77777777" w:rsidR="008556B4" w:rsidRPr="008556B4" w:rsidRDefault="008556B4" w:rsidP="008556B4">
      <w:pPr>
        <w:spacing w:after="120" w:line="276" w:lineRule="auto"/>
        <w:ind w:left="1134"/>
        <w:contextualSpacing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4C67350E" w14:textId="77777777" w:rsidR="00E7653F" w:rsidRPr="008556B4" w:rsidRDefault="00E7653F" w:rsidP="00E7653F">
      <w:pPr>
        <w:numPr>
          <w:ilvl w:val="1"/>
          <w:numId w:val="7"/>
        </w:numPr>
        <w:spacing w:after="120" w:line="276" w:lineRule="auto"/>
        <w:ind w:left="1134" w:hanging="573"/>
        <w:contextualSpacing/>
        <w:jc w:val="both"/>
        <w:outlineLvl w:val="2"/>
        <w:rPr>
          <w:rFonts w:eastAsia="Times New Roman" w:cstheme="minorHAnsi"/>
          <w:lang w:eastAsia="cs-CZ"/>
        </w:rPr>
      </w:pPr>
      <w:r w:rsidRPr="008556B4">
        <w:rPr>
          <w:rFonts w:eastAsia="Times New Roman" w:cstheme="minorHAnsi"/>
          <w:b/>
          <w:bCs/>
          <w:lang w:eastAsia="cs-CZ"/>
        </w:rPr>
        <w:lastRenderedPageBreak/>
        <w:t>Zkušenost</w:t>
      </w:r>
      <w:r w:rsidRPr="008556B4">
        <w:rPr>
          <w:rFonts w:eastAsia="Times New Roman" w:cstheme="minorHAnsi"/>
          <w:lang w:eastAsia="cs-CZ"/>
        </w:rPr>
        <w:t xml:space="preserve"> s</w:t>
      </w:r>
      <w:r>
        <w:rPr>
          <w:rFonts w:eastAsia="Times New Roman" w:cstheme="minorHAnsi"/>
          <w:lang w:eastAsia="cs-CZ"/>
        </w:rPr>
        <w:t xml:space="preserve"> technickým poradenstvím </w:t>
      </w:r>
      <w:r w:rsidRPr="008556B4">
        <w:rPr>
          <w:rFonts w:eastAsia="Times New Roman" w:cstheme="minorHAnsi"/>
          <w:lang w:eastAsia="cs-CZ"/>
        </w:rPr>
        <w:t xml:space="preserve">v rámci </w:t>
      </w:r>
      <w:r w:rsidRPr="008556B4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2B49CB">
        <w:rPr>
          <w:rFonts w:eastAsia="Times New Roman" w:cstheme="minorHAnsi"/>
          <w:b/>
          <w:bCs/>
          <w:lang w:eastAsia="cs-CZ"/>
        </w:rPr>
        <w:t>liniové dopravní infrastruktury</w:t>
      </w:r>
      <w:r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nad rámec technické kvalifikace</w:t>
      </w:r>
      <w:r w:rsidRPr="008556B4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F2B99" w:rsidRPr="00F26CA7" w14:paraId="04061F14" w14:textId="77777777" w:rsidTr="00EB25D8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55DF0ED1" w14:textId="77777777" w:rsidR="00DF2B99" w:rsidRPr="00EE4A90" w:rsidRDefault="00DF2B99" w:rsidP="00EB25D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EE4A90">
              <w:rPr>
                <w:rFonts w:ascii="Verdana" w:eastAsia="Calibri" w:hAnsi="Verdana" w:cs="Times New Roman"/>
                <w:b/>
              </w:rPr>
              <w:t>Název konkrétního PPP projektu a jeho popis</w:t>
            </w:r>
            <w:r w:rsidRPr="00EE4A90">
              <w:rPr>
                <w:rFonts w:ascii="Verdana" w:eastAsia="Calibri" w:hAnsi="Verdana" w:cs="Times New Roman"/>
              </w:rPr>
              <w:t xml:space="preserve"> </w:t>
            </w:r>
            <w:r>
              <w:rPr>
                <w:rFonts w:ascii="Verdana" w:eastAsia="Calibri" w:hAnsi="Verdana" w:cs="Times New Roman"/>
              </w:rPr>
              <w:t xml:space="preserve">vč. </w:t>
            </w:r>
            <w:r w:rsidRPr="00EE4A90">
              <w:rPr>
                <w:rFonts w:ascii="Verdana" w:eastAsia="Calibri" w:hAnsi="Verdana" w:cs="Times New Roman"/>
              </w:rPr>
              <w:t xml:space="preserve">místa plnění (odpovídající 11.1. bod </w:t>
            </w:r>
            <w:r>
              <w:rPr>
                <w:rFonts w:ascii="Verdana" w:eastAsia="Calibri" w:hAnsi="Verdana" w:cs="Times New Roman"/>
              </w:rPr>
              <w:t>6</w:t>
            </w:r>
            <w:r w:rsidRPr="00EE4A90">
              <w:rPr>
                <w:rFonts w:ascii="Verdana" w:eastAsia="Calibri" w:hAnsi="Verdana" w:cs="Times New Roman"/>
              </w:rPr>
              <w:t>.) 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9483A1F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12EA9B12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D4BB2EB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EE4A90">
              <w:rPr>
                <w:rFonts w:ascii="Verdana" w:eastAsia="Calibri" w:hAnsi="Verdana" w:cs="Times New Roman"/>
              </w:rPr>
              <w:t xml:space="preserve">odpovídající 11.1. bod </w:t>
            </w:r>
            <w:r>
              <w:rPr>
                <w:rFonts w:ascii="Verdana" w:eastAsia="Calibri" w:hAnsi="Verdana" w:cs="Times New Roman"/>
              </w:rPr>
              <w:t>6</w:t>
            </w:r>
            <w:r w:rsidRPr="00EE4A90">
              <w:rPr>
                <w:rFonts w:ascii="Verdana" w:eastAsia="Calibri" w:hAnsi="Verdana" w:cs="Times New Roman"/>
              </w:rPr>
              <w:t>.) 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1BAFBE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7D320C13" w14:textId="77777777" w:rsidR="00DF2B99" w:rsidRPr="00F26CA7" w:rsidRDefault="00DF2B99" w:rsidP="00EB25D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 xml:space="preserve">(počátek i konec vymezen ve formátu </w:t>
            </w:r>
            <w:proofErr w:type="spellStart"/>
            <w:r w:rsidRPr="00E60485">
              <w:rPr>
                <w:rFonts w:ascii="Verdana" w:eastAsia="Calibri" w:hAnsi="Verdana" w:cs="Times New Roman"/>
                <w:bCs/>
              </w:rPr>
              <w:t>mm.rrrr</w:t>
            </w:r>
            <w:proofErr w:type="spellEnd"/>
            <w:r w:rsidRPr="00E60485">
              <w:rPr>
                <w:rFonts w:ascii="Verdana" w:eastAsia="Calibri" w:hAnsi="Verdana" w:cs="Times New Roman"/>
                <w:bCs/>
              </w:rPr>
              <w:t>)</w:t>
            </w:r>
          </w:p>
        </w:tc>
      </w:tr>
      <w:tr w:rsidR="00DF2B99" w:rsidRPr="00F26CA7" w14:paraId="7AA4F406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79E30493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5337217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1ACAB67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8388076" w14:textId="77777777" w:rsidR="00DF2B99" w:rsidRPr="00F26CA7" w:rsidRDefault="00DF2B99" w:rsidP="00EB25D8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F2B99" w:rsidRPr="00F26CA7" w14:paraId="72E86ECC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25327D1F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CF6DA51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52216EA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7D5DF68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DF2B99" w:rsidRPr="00F26CA7" w14:paraId="50B9D241" w14:textId="77777777" w:rsidTr="00EB25D8">
        <w:trPr>
          <w:trHeight w:val="913"/>
        </w:trPr>
        <w:tc>
          <w:tcPr>
            <w:tcW w:w="2127" w:type="dxa"/>
            <w:shd w:val="clear" w:color="auto" w:fill="auto"/>
          </w:tcPr>
          <w:p w14:paraId="59EF7607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28FD65D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31F963B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DD35D95" w14:textId="77777777" w:rsidR="00DF2B99" w:rsidRPr="00A07A54" w:rsidRDefault="00DF2B99" w:rsidP="00EB25D8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33FD994" w14:textId="77777777" w:rsidR="008556B4" w:rsidRDefault="008556B4" w:rsidP="008556B4">
      <w:pPr>
        <w:pStyle w:val="Nadpis2"/>
        <w:numPr>
          <w:ilvl w:val="0"/>
          <w:numId w:val="0"/>
        </w:numPr>
        <w:rPr>
          <w:sz w:val="22"/>
          <w:szCs w:val="22"/>
        </w:rPr>
      </w:pPr>
    </w:p>
    <w:p w14:paraId="5F158C87" w14:textId="2A53285A" w:rsidR="008C2E29" w:rsidRPr="008C2E29" w:rsidRDefault="008C2E29" w:rsidP="008556B4">
      <w:pPr>
        <w:pStyle w:val="Nadpis2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Závazek dodavatele</w:t>
      </w:r>
    </w:p>
    <w:p w14:paraId="76385010" w14:textId="44E51685" w:rsidR="00A03EF4" w:rsidRPr="008C2E29" w:rsidRDefault="00A03EF4" w:rsidP="00BD4041">
      <w:pPr>
        <w:spacing w:after="120" w:line="276" w:lineRule="auto"/>
        <w:jc w:val="both"/>
        <w:rPr>
          <w:rFonts w:cstheme="minorHAnsi"/>
        </w:rPr>
      </w:pPr>
      <w:r w:rsidRPr="008C2E29">
        <w:rPr>
          <w:rFonts w:cstheme="minorHAnsi"/>
        </w:rPr>
        <w:t>Dodavatel se předložením nabídky zavazuje, že výše uvedení členové týmu se bud</w:t>
      </w:r>
      <w:r w:rsidR="00B21ADC">
        <w:rPr>
          <w:rFonts w:cstheme="minorHAnsi"/>
        </w:rPr>
        <w:t>ou</w:t>
      </w:r>
      <w:r w:rsidRPr="008C2E29">
        <w:rPr>
          <w:rFonts w:cstheme="minorHAnsi"/>
        </w:rPr>
        <w:t xml:space="preserve"> osobně podílet na realizaci předmětu veřejné zakázky</w:t>
      </w:r>
      <w:r w:rsidR="00CF3364">
        <w:rPr>
          <w:rFonts w:cstheme="minorHAnsi"/>
        </w:rPr>
        <w:t xml:space="preserve"> a potvrzuje, že </w:t>
      </w:r>
      <w:r w:rsidR="00CF3364" w:rsidRPr="00CF3364">
        <w:rPr>
          <w:rFonts w:cstheme="minorHAnsi"/>
        </w:rPr>
        <w:t>uvedení členové týmu</w:t>
      </w:r>
      <w:r w:rsidR="00CF3364">
        <w:rPr>
          <w:rFonts w:cstheme="minorHAnsi"/>
        </w:rPr>
        <w:t xml:space="preserve"> nejsou ve střetu zájmů.</w:t>
      </w:r>
    </w:p>
    <w:sectPr w:rsidR="00A03EF4" w:rsidRPr="008C2E2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F99D2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5CF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5CF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C209D2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0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0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E445066"/>
    <w:multiLevelType w:val="multilevel"/>
    <w:tmpl w:val="DC2AD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FE7E31"/>
    <w:multiLevelType w:val="multilevel"/>
    <w:tmpl w:val="96025B3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5284602">
    <w:abstractNumId w:val="3"/>
  </w:num>
  <w:num w:numId="2" w16cid:durableId="4326486">
    <w:abstractNumId w:val="2"/>
  </w:num>
  <w:num w:numId="3" w16cid:durableId="1291984094">
    <w:abstractNumId w:val="4"/>
  </w:num>
  <w:num w:numId="4" w16cid:durableId="1889489114">
    <w:abstractNumId w:val="6"/>
  </w:num>
  <w:num w:numId="5" w16cid:durableId="1683891409">
    <w:abstractNumId w:val="8"/>
  </w:num>
  <w:num w:numId="6" w16cid:durableId="77093428">
    <w:abstractNumId w:val="5"/>
  </w:num>
  <w:num w:numId="7" w16cid:durableId="195397243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10033"/>
    <w:rsid w:val="000142CD"/>
    <w:rsid w:val="00020197"/>
    <w:rsid w:val="000205AF"/>
    <w:rsid w:val="0004385B"/>
    <w:rsid w:val="00071C57"/>
    <w:rsid w:val="00072C1E"/>
    <w:rsid w:val="00077EF5"/>
    <w:rsid w:val="00090226"/>
    <w:rsid w:val="000A42FB"/>
    <w:rsid w:val="000A7D61"/>
    <w:rsid w:val="000B1475"/>
    <w:rsid w:val="000C1B52"/>
    <w:rsid w:val="000C35EA"/>
    <w:rsid w:val="000D198A"/>
    <w:rsid w:val="000D46FF"/>
    <w:rsid w:val="000D484F"/>
    <w:rsid w:val="000E1961"/>
    <w:rsid w:val="000E23A7"/>
    <w:rsid w:val="000E3F98"/>
    <w:rsid w:val="000E5221"/>
    <w:rsid w:val="000E6C86"/>
    <w:rsid w:val="001006F3"/>
    <w:rsid w:val="0010693F"/>
    <w:rsid w:val="00111941"/>
    <w:rsid w:val="001139E7"/>
    <w:rsid w:val="00114472"/>
    <w:rsid w:val="00124B53"/>
    <w:rsid w:val="00131034"/>
    <w:rsid w:val="001550BC"/>
    <w:rsid w:val="00155B6E"/>
    <w:rsid w:val="001605B9"/>
    <w:rsid w:val="00170EC5"/>
    <w:rsid w:val="001747C1"/>
    <w:rsid w:val="001779C6"/>
    <w:rsid w:val="00184743"/>
    <w:rsid w:val="00195202"/>
    <w:rsid w:val="001A68F7"/>
    <w:rsid w:val="001C0783"/>
    <w:rsid w:val="001C6827"/>
    <w:rsid w:val="001D02E7"/>
    <w:rsid w:val="001D6EA1"/>
    <w:rsid w:val="001E40E6"/>
    <w:rsid w:val="001F3A2E"/>
    <w:rsid w:val="001F6A50"/>
    <w:rsid w:val="00207DF5"/>
    <w:rsid w:val="002268EF"/>
    <w:rsid w:val="00227D55"/>
    <w:rsid w:val="0023346F"/>
    <w:rsid w:val="0023606C"/>
    <w:rsid w:val="00254951"/>
    <w:rsid w:val="00256810"/>
    <w:rsid w:val="002645FF"/>
    <w:rsid w:val="00265DF5"/>
    <w:rsid w:val="00280E07"/>
    <w:rsid w:val="002A0C0D"/>
    <w:rsid w:val="002A4DBC"/>
    <w:rsid w:val="002B49CB"/>
    <w:rsid w:val="002B7CE5"/>
    <w:rsid w:val="002C2D71"/>
    <w:rsid w:val="002C31BF"/>
    <w:rsid w:val="002C5D55"/>
    <w:rsid w:val="002D08B1"/>
    <w:rsid w:val="002D2259"/>
    <w:rsid w:val="002D6946"/>
    <w:rsid w:val="002E0CD7"/>
    <w:rsid w:val="00307512"/>
    <w:rsid w:val="00311413"/>
    <w:rsid w:val="00341DCF"/>
    <w:rsid w:val="00357BC6"/>
    <w:rsid w:val="00382F1C"/>
    <w:rsid w:val="0038302E"/>
    <w:rsid w:val="003956C6"/>
    <w:rsid w:val="003A25A2"/>
    <w:rsid w:val="003A3201"/>
    <w:rsid w:val="003B44B5"/>
    <w:rsid w:val="003B6D41"/>
    <w:rsid w:val="003C04F4"/>
    <w:rsid w:val="003C2B10"/>
    <w:rsid w:val="003D3C01"/>
    <w:rsid w:val="003D672D"/>
    <w:rsid w:val="003E1AE8"/>
    <w:rsid w:val="003E31B8"/>
    <w:rsid w:val="003F7787"/>
    <w:rsid w:val="004206BF"/>
    <w:rsid w:val="00430FB5"/>
    <w:rsid w:val="00441430"/>
    <w:rsid w:val="00450F07"/>
    <w:rsid w:val="00453CD3"/>
    <w:rsid w:val="00460660"/>
    <w:rsid w:val="0047217B"/>
    <w:rsid w:val="00473340"/>
    <w:rsid w:val="00482A96"/>
    <w:rsid w:val="00486107"/>
    <w:rsid w:val="00491827"/>
    <w:rsid w:val="00495B32"/>
    <w:rsid w:val="004970EF"/>
    <w:rsid w:val="004B0D11"/>
    <w:rsid w:val="004B348C"/>
    <w:rsid w:val="004B4C96"/>
    <w:rsid w:val="004C4399"/>
    <w:rsid w:val="004C787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2DD7"/>
    <w:rsid w:val="005736B7"/>
    <w:rsid w:val="00575E5A"/>
    <w:rsid w:val="00591F15"/>
    <w:rsid w:val="00592F1B"/>
    <w:rsid w:val="005C2F01"/>
    <w:rsid w:val="005D6C80"/>
    <w:rsid w:val="005D7F7E"/>
    <w:rsid w:val="005F1404"/>
    <w:rsid w:val="0061068E"/>
    <w:rsid w:val="00611F33"/>
    <w:rsid w:val="00614C03"/>
    <w:rsid w:val="00614CBE"/>
    <w:rsid w:val="006169ED"/>
    <w:rsid w:val="00624394"/>
    <w:rsid w:val="00631F6F"/>
    <w:rsid w:val="006334D4"/>
    <w:rsid w:val="006344AF"/>
    <w:rsid w:val="00637DF4"/>
    <w:rsid w:val="00646955"/>
    <w:rsid w:val="006607BA"/>
    <w:rsid w:val="00660AD3"/>
    <w:rsid w:val="00673562"/>
    <w:rsid w:val="00675FF6"/>
    <w:rsid w:val="00677B7F"/>
    <w:rsid w:val="0068120C"/>
    <w:rsid w:val="006923BA"/>
    <w:rsid w:val="006A5570"/>
    <w:rsid w:val="006A689C"/>
    <w:rsid w:val="006B212F"/>
    <w:rsid w:val="006B3D79"/>
    <w:rsid w:val="006B7256"/>
    <w:rsid w:val="006B78DE"/>
    <w:rsid w:val="006C1877"/>
    <w:rsid w:val="006D5241"/>
    <w:rsid w:val="006D7AFE"/>
    <w:rsid w:val="006E0578"/>
    <w:rsid w:val="006E29D3"/>
    <w:rsid w:val="006E2E63"/>
    <w:rsid w:val="006E314D"/>
    <w:rsid w:val="006E43E2"/>
    <w:rsid w:val="006E468A"/>
    <w:rsid w:val="006F229A"/>
    <w:rsid w:val="006F383A"/>
    <w:rsid w:val="00710723"/>
    <w:rsid w:val="00723ED1"/>
    <w:rsid w:val="00732096"/>
    <w:rsid w:val="00743525"/>
    <w:rsid w:val="007574C2"/>
    <w:rsid w:val="0076286B"/>
    <w:rsid w:val="00763F37"/>
    <w:rsid w:val="0076612A"/>
    <w:rsid w:val="00766846"/>
    <w:rsid w:val="00767D38"/>
    <w:rsid w:val="007718DC"/>
    <w:rsid w:val="0077673A"/>
    <w:rsid w:val="007846E1"/>
    <w:rsid w:val="00795C8D"/>
    <w:rsid w:val="007A5BFC"/>
    <w:rsid w:val="007B570C"/>
    <w:rsid w:val="007B5CFE"/>
    <w:rsid w:val="007C589B"/>
    <w:rsid w:val="007E4A6E"/>
    <w:rsid w:val="007E5C08"/>
    <w:rsid w:val="007F0984"/>
    <w:rsid w:val="007F56A7"/>
    <w:rsid w:val="00807DD0"/>
    <w:rsid w:val="008170D5"/>
    <w:rsid w:val="0083295D"/>
    <w:rsid w:val="0083665B"/>
    <w:rsid w:val="00850510"/>
    <w:rsid w:val="008556B4"/>
    <w:rsid w:val="00856C2A"/>
    <w:rsid w:val="008574AF"/>
    <w:rsid w:val="00863356"/>
    <w:rsid w:val="00863CE7"/>
    <w:rsid w:val="008640D9"/>
    <w:rsid w:val="008659F3"/>
    <w:rsid w:val="00866360"/>
    <w:rsid w:val="00886D4B"/>
    <w:rsid w:val="0088701F"/>
    <w:rsid w:val="00895406"/>
    <w:rsid w:val="008A3568"/>
    <w:rsid w:val="008B18A7"/>
    <w:rsid w:val="008B1DF7"/>
    <w:rsid w:val="008B304A"/>
    <w:rsid w:val="008B56EF"/>
    <w:rsid w:val="008C2E29"/>
    <w:rsid w:val="008C74F9"/>
    <w:rsid w:val="008D03B9"/>
    <w:rsid w:val="008D7E95"/>
    <w:rsid w:val="008E1D2C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54FB6"/>
    <w:rsid w:val="009608C8"/>
    <w:rsid w:val="00962258"/>
    <w:rsid w:val="00962C05"/>
    <w:rsid w:val="009678B7"/>
    <w:rsid w:val="00977055"/>
    <w:rsid w:val="009833E1"/>
    <w:rsid w:val="00984120"/>
    <w:rsid w:val="00992D9C"/>
    <w:rsid w:val="00996CB8"/>
    <w:rsid w:val="009A5C23"/>
    <w:rsid w:val="009A5D7A"/>
    <w:rsid w:val="009B0A9A"/>
    <w:rsid w:val="009B14A9"/>
    <w:rsid w:val="009B2E97"/>
    <w:rsid w:val="009B2F6B"/>
    <w:rsid w:val="009C2A29"/>
    <w:rsid w:val="009C4ACF"/>
    <w:rsid w:val="009C56C9"/>
    <w:rsid w:val="009E07F4"/>
    <w:rsid w:val="009E3200"/>
    <w:rsid w:val="009F392E"/>
    <w:rsid w:val="00A03EF4"/>
    <w:rsid w:val="00A05DC5"/>
    <w:rsid w:val="00A12CBC"/>
    <w:rsid w:val="00A20786"/>
    <w:rsid w:val="00A23E63"/>
    <w:rsid w:val="00A34802"/>
    <w:rsid w:val="00A37419"/>
    <w:rsid w:val="00A405FC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D056F"/>
    <w:rsid w:val="00AD2B1D"/>
    <w:rsid w:val="00AD6731"/>
    <w:rsid w:val="00AF0B36"/>
    <w:rsid w:val="00B15470"/>
    <w:rsid w:val="00B15D0D"/>
    <w:rsid w:val="00B16FDD"/>
    <w:rsid w:val="00B21ADC"/>
    <w:rsid w:val="00B27767"/>
    <w:rsid w:val="00B3648E"/>
    <w:rsid w:val="00B36C0B"/>
    <w:rsid w:val="00B46F6E"/>
    <w:rsid w:val="00B47599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4041"/>
    <w:rsid w:val="00BD7E91"/>
    <w:rsid w:val="00BE3597"/>
    <w:rsid w:val="00BF6CD2"/>
    <w:rsid w:val="00C02D0A"/>
    <w:rsid w:val="00C03A6E"/>
    <w:rsid w:val="00C20916"/>
    <w:rsid w:val="00C44F6A"/>
    <w:rsid w:val="00C46DEB"/>
    <w:rsid w:val="00C4779A"/>
    <w:rsid w:val="00C47AE3"/>
    <w:rsid w:val="00C552D9"/>
    <w:rsid w:val="00C67456"/>
    <w:rsid w:val="00C80068"/>
    <w:rsid w:val="00C81CAE"/>
    <w:rsid w:val="00C83C94"/>
    <w:rsid w:val="00CA74EA"/>
    <w:rsid w:val="00CC6937"/>
    <w:rsid w:val="00CD1FC4"/>
    <w:rsid w:val="00CE0188"/>
    <w:rsid w:val="00CF0911"/>
    <w:rsid w:val="00CF3364"/>
    <w:rsid w:val="00D166DA"/>
    <w:rsid w:val="00D21061"/>
    <w:rsid w:val="00D312F3"/>
    <w:rsid w:val="00D3721D"/>
    <w:rsid w:val="00D4108E"/>
    <w:rsid w:val="00D423EE"/>
    <w:rsid w:val="00D45838"/>
    <w:rsid w:val="00D4768E"/>
    <w:rsid w:val="00D520C2"/>
    <w:rsid w:val="00D55F75"/>
    <w:rsid w:val="00D6163D"/>
    <w:rsid w:val="00D62FDF"/>
    <w:rsid w:val="00D73D46"/>
    <w:rsid w:val="00D764F4"/>
    <w:rsid w:val="00D768CB"/>
    <w:rsid w:val="00D831A3"/>
    <w:rsid w:val="00DA1569"/>
    <w:rsid w:val="00DC06F4"/>
    <w:rsid w:val="00DC48F1"/>
    <w:rsid w:val="00DC6742"/>
    <w:rsid w:val="00DC75F3"/>
    <w:rsid w:val="00DD46F3"/>
    <w:rsid w:val="00DD53F8"/>
    <w:rsid w:val="00DD57E8"/>
    <w:rsid w:val="00DE0AA7"/>
    <w:rsid w:val="00DE4598"/>
    <w:rsid w:val="00DE56F2"/>
    <w:rsid w:val="00DF116D"/>
    <w:rsid w:val="00DF2B99"/>
    <w:rsid w:val="00E13D11"/>
    <w:rsid w:val="00E16BC4"/>
    <w:rsid w:val="00E3430C"/>
    <w:rsid w:val="00E36C4A"/>
    <w:rsid w:val="00E55280"/>
    <w:rsid w:val="00E7653F"/>
    <w:rsid w:val="00E83A12"/>
    <w:rsid w:val="00E83DFC"/>
    <w:rsid w:val="00E8440A"/>
    <w:rsid w:val="00E85BF6"/>
    <w:rsid w:val="00EA6E50"/>
    <w:rsid w:val="00EB0B2A"/>
    <w:rsid w:val="00EB104F"/>
    <w:rsid w:val="00EB1345"/>
    <w:rsid w:val="00ED14BD"/>
    <w:rsid w:val="00EE4A90"/>
    <w:rsid w:val="00EE7779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35DD7"/>
    <w:rsid w:val="00F45607"/>
    <w:rsid w:val="00F5558F"/>
    <w:rsid w:val="00F56259"/>
    <w:rsid w:val="00F659EB"/>
    <w:rsid w:val="00F82BA3"/>
    <w:rsid w:val="00F86BA6"/>
    <w:rsid w:val="00F873F3"/>
    <w:rsid w:val="00FA6A87"/>
    <w:rsid w:val="00FC1C34"/>
    <w:rsid w:val="00FC6389"/>
    <w:rsid w:val="00FE4C8E"/>
    <w:rsid w:val="00FF029B"/>
    <w:rsid w:val="00FF1F0A"/>
    <w:rsid w:val="00FF772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B9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5"/>
      </w:numPr>
      <w:spacing w:before="0" w:after="120" w:line="276" w:lineRule="auto"/>
      <w:ind w:left="567" w:hanging="567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5"/>
      </w:numPr>
      <w:spacing w:before="0" w:after="120" w:line="276" w:lineRule="auto"/>
      <w:ind w:left="1134" w:hanging="567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8556B4"/>
    <w:rPr>
      <w:color w:val="808080"/>
    </w:rPr>
  </w:style>
  <w:style w:type="character" w:styleId="Sledovanodkaz">
    <w:name w:val="FollowedHyperlink"/>
    <w:basedOn w:val="Standardnpsmoodstavce"/>
    <w:uiPriority w:val="99"/>
    <w:semiHidden/>
    <w:unhideWhenUsed/>
    <w:rsid w:val="008556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E91B9C-5581-4607-A1EB-667F3C93DB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9</Pages>
  <Words>2216</Words>
  <Characters>13076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Mgr. Miroslav Staněk</cp:lastModifiedBy>
  <cp:revision>62</cp:revision>
  <cp:lastPrinted>2020-07-15T06:29:00Z</cp:lastPrinted>
  <dcterms:created xsi:type="dcterms:W3CDTF">2023-09-12T13:38:00Z</dcterms:created>
  <dcterms:modified xsi:type="dcterms:W3CDTF">2023-10-21T11:27:00Z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